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854"/>
        <w:gridCol w:w="1513"/>
        <w:gridCol w:w="1279"/>
        <w:gridCol w:w="1111"/>
        <w:gridCol w:w="1341"/>
      </w:tblGrid>
      <w:tr w:rsidR="005C1281" w:rsidTr="005C1281">
        <w:trPr>
          <w:trHeight w:val="310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MOU's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AmbuCare Clinic-Grace Clinic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DJ Rhodes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Aspin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Chronic Care Training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Aug.2021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Elizabeth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Burrows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Consultant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FQHC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Dec./2019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Center for Supportive Schools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Lough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Apr.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May.2021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Dr. Chandrama 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Chakrabart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Clay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Clay Co. Community Corrections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Clay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10/30/2021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Clay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Clay Community Schools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Lough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Clean Slate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2020`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Club Soda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Emily Owens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Sept,2020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Community Mental Health Ser.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Emily Owens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Bharat Dave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Duke Energy Foundation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Keep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Family Vivid Smiles Dentistry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FQHC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Nov.2020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Hendricks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Family Promise Hendricks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Hendricks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Nov.2020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First Steps West Central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Grayless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Aug.2020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Indy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Franklin Township Schools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Lough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June.2020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Good Samaritan Hosp.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Gambling Agreement DMHA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June.2020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Genoa Healthcare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FQHC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Grace Clinic Construction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Operations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Keep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Putnam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Greencastle ESI Employee Assistance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Putnam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Grace Cliniic Healthcare Fatima Hina MD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DJ Rhodes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Grace Clinic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Greene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Greene County Comm. Corrections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Green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Oct.2021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Fatima Hina MD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Handle with Care Vigo Co. Schools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Owens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Emily Owens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Health Consulting Strategic Inc. -Grace Clinic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DJ Rhodes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Indy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HMA Health Management Asso.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Lough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Plainfield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Hendricks County A&amp;D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Hendricks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Aug.2021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Hendricks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Hendricks Co. Health Dept.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Indiana National Guard INNG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Sept.2020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Indy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Indianapolis Public Schools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Lough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Aug.2020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Indiana Statew Univer. Intern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Human Res.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June.2020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Indiana State University Sycamores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CEO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June.2020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Indiana University Social Work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June.2023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Indiana University Clinical Intern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Dir,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Keep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Infinity House Clubhouse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Dec.2020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Plainfield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Interagency Hendricks Co. A&amp;D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Aug.2020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Ivy Tech Achieve your Degree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Human Res.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Ivy Tech School of Nursing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ongiong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Kepro / QIO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CQI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Keep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Marion Co.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Marion Co. MH Court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Plainfield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Mental Health America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Sept. 2022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Mental Health America Central Ind.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Mark Collins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May.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Mental Heallth Amer. Liberty Village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Gail Kibiger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May.2021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Midwest Child/Adolescents Spec.Group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Montgomery Co. Probation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Dec. 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Sull.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Northeast School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School Ser.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Keep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Putnam Co.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North Putnam Comm. Schools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School Ser.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Nutrition to Grow- Union Hosp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Not Contract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keep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Odyssey House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Gail Kibiger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Old Order of Amish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Greene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Open Arms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Greene Co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OTP Knox Co. Referral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Natasha Newcomb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Owen Co. Juvenile Probation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Gail Kibiger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Dec. 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Owen Co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Owen Co. Adult Probation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Director site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Kibiger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Indy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PACE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Parke Co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Parke Co. Health Dept.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Gail Kibiger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Putnam Co. 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Putnam Co. Adult Probation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Site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Nov. 2020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Rebel Recovery Services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Regional Hospital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Ripple Effect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Mark Collins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May.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Rural Health Innovation RHIC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June. 2023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St. Mary of The Woods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Shailja Shah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Sull.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Shakamak Schools Mental Health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Brock Lough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Dr. Ajit Singh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Indy Shalom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Simmons College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Union Hospital Clinton/ Termination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United States Probation COVID 19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Natasha Newcomb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Apr.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Veterans Choice 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Emily Owens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 Co. Schools Project Aware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Owens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Emily Owens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2021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Knox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Willow Manor Nursing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Owens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Emily Owens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Feb-22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Vigo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Wabash Valley Health Center Inc.-Grace Clinic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Dir. Clinical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 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Mar.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ALL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Wraparound Children's Bureau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Ms. Posey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Mr.Robb Johnson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Feb. 2020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1281" w:rsidRDefault="005C1281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ongoing</w:t>
            </w: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  <w:tr w:rsidR="005C1281" w:rsidTr="005C1281">
        <w:trPr>
          <w:trHeight w:val="310"/>
        </w:trPr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1281" w:rsidRDefault="005C1281">
            <w:pPr>
              <w:autoSpaceDE w:val="0"/>
              <w:autoSpaceDN w:val="0"/>
              <w:jc w:val="right"/>
              <w:rPr>
                <w:color w:val="000000"/>
              </w:rPr>
            </w:pPr>
          </w:p>
        </w:tc>
      </w:tr>
    </w:tbl>
    <w:p w:rsidR="00821326" w:rsidRDefault="00821326"/>
    <w:sectPr w:rsidR="00821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281"/>
    <w:rsid w:val="005C1281"/>
    <w:rsid w:val="00821326"/>
    <w:rsid w:val="00C7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E750D3-D28E-4AE3-96BD-08E92FF2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28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DEC87953-FA89-4A5E-8F32-6AF3E91643DD}"/>
</file>

<file path=customXml/itemProps2.xml><?xml version="1.0" encoding="utf-8"?>
<ds:datastoreItem xmlns:ds="http://schemas.openxmlformats.org/officeDocument/2006/customXml" ds:itemID="{1AA0642B-8D88-4E2E-806A-B9D717638822}"/>
</file>

<file path=customXml/itemProps3.xml><?xml version="1.0" encoding="utf-8"?>
<ds:datastoreItem xmlns:ds="http://schemas.openxmlformats.org/officeDocument/2006/customXml" ds:itemID="{736EA597-4F59-4000-9638-90F88217A113}"/>
</file>

<file path=docProps/app.xml><?xml version="1.0" encoding="utf-8"?>
<Properties xmlns="http://schemas.openxmlformats.org/officeDocument/2006/extended-properties" xmlns:vt="http://schemas.openxmlformats.org/officeDocument/2006/docPropsVTypes">
  <Template>805FD8A3</Template>
  <TotalTime>1</TotalTime>
  <Pages>2</Pages>
  <Words>862</Words>
  <Characters>4917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Center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MCREECH</dc:creator>
  <cp:keywords/>
  <dc:description/>
  <cp:lastModifiedBy>ART FULLER</cp:lastModifiedBy>
  <cp:revision>2</cp:revision>
  <dcterms:created xsi:type="dcterms:W3CDTF">2020-07-10T17:20:00Z</dcterms:created>
  <dcterms:modified xsi:type="dcterms:W3CDTF">2020-07-10T17:20:00Z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188800</vt:r8>
  </property>
  <property fmtid="{D5CDD505-2E9C-101B-9397-08002B2CF9AE}" pid="4" name="MediaServiceImageTags">
    <vt:lpwstr/>
  </property>
</Properties>
</file>